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755F5" w14:textId="77777777" w:rsidR="001B7E0E" w:rsidRPr="00E615D2" w:rsidRDefault="001B7E0E" w:rsidP="001B7E0E">
      <w:pPr>
        <w:rPr>
          <w:rFonts w:ascii="Calibri" w:hAnsi="Calibri" w:cs="Calibri"/>
          <w:b/>
          <w:sz w:val="22"/>
          <w:szCs w:val="22"/>
        </w:rPr>
      </w:pPr>
    </w:p>
    <w:p w14:paraId="0839822E" w14:textId="77777777" w:rsidR="001B7E0E" w:rsidRPr="00E615D2" w:rsidRDefault="001B7E0E" w:rsidP="001B7E0E">
      <w:pPr>
        <w:rPr>
          <w:rFonts w:ascii="Calibri" w:hAnsi="Calibri" w:cs="Calibri"/>
          <w:b/>
          <w:sz w:val="22"/>
          <w:szCs w:val="22"/>
        </w:rPr>
      </w:pPr>
    </w:p>
    <w:p w14:paraId="2143E0F3" w14:textId="77777777" w:rsidR="001B7E0E" w:rsidRPr="00E615D2" w:rsidRDefault="001B7E0E" w:rsidP="001B7E0E">
      <w:pPr>
        <w:rPr>
          <w:rFonts w:ascii="Calibri" w:hAnsi="Calibri" w:cs="Calibri"/>
          <w:sz w:val="22"/>
          <w:szCs w:val="22"/>
        </w:rPr>
      </w:pPr>
    </w:p>
    <w:p w14:paraId="441993A2" w14:textId="716534AC" w:rsidR="001B7E0E" w:rsidRPr="004856FF" w:rsidRDefault="00175508" w:rsidP="00175508">
      <w:pPr>
        <w:jc w:val="right"/>
        <w:rPr>
          <w:rFonts w:ascii="Calibri" w:hAnsi="Calibri" w:cs="Calibri"/>
          <w:b/>
          <w:sz w:val="22"/>
          <w:szCs w:val="22"/>
        </w:rPr>
      </w:pPr>
      <w:r w:rsidRPr="004856FF">
        <w:rPr>
          <w:rFonts w:ascii="Calibri" w:hAnsi="Calibri" w:cs="Calibri"/>
          <w:b/>
          <w:sz w:val="22"/>
          <w:szCs w:val="22"/>
        </w:rPr>
        <w:t xml:space="preserve">Anexa  </w:t>
      </w:r>
      <w:r w:rsidR="004856FF" w:rsidRPr="004856FF">
        <w:rPr>
          <w:rFonts w:ascii="Calibri" w:hAnsi="Calibri" w:cs="Calibri"/>
          <w:b/>
          <w:sz w:val="22"/>
          <w:szCs w:val="22"/>
        </w:rPr>
        <w:t>15</w:t>
      </w:r>
    </w:p>
    <w:p w14:paraId="38BA4FD3" w14:textId="2BC831CC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3A2B34AE" w14:textId="2690BB53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196F16E7" w14:textId="77777777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1D2241E5" w14:textId="77777777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24418106" w14:textId="77777777" w:rsidR="001B7E0E" w:rsidRDefault="001B7E0E" w:rsidP="001B7E0E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7FFF8E7B" w14:textId="77777777" w:rsidR="001B7E0E" w:rsidRDefault="001B7E0E" w:rsidP="001B7E0E">
      <w:pPr>
        <w:jc w:val="center"/>
        <w:rPr>
          <w:rFonts w:ascii="Calibri" w:hAnsi="Calibri" w:cs="Calibri"/>
          <w:sz w:val="22"/>
          <w:szCs w:val="22"/>
        </w:rPr>
      </w:pPr>
    </w:p>
    <w:p w14:paraId="0A09F395" w14:textId="77777777" w:rsidR="001B7E0E" w:rsidRDefault="001B7E0E" w:rsidP="001B7E0E">
      <w:pPr>
        <w:jc w:val="center"/>
        <w:rPr>
          <w:rFonts w:ascii="Calibri" w:hAnsi="Calibri" w:cs="Calibri"/>
          <w:sz w:val="22"/>
          <w:szCs w:val="22"/>
        </w:rPr>
      </w:pPr>
    </w:p>
    <w:p w14:paraId="688CBEC2" w14:textId="77777777" w:rsidR="001B7E0E" w:rsidRDefault="001B7E0E" w:rsidP="001B7E0E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3AD24803" w14:textId="7A7F0C2A" w:rsidR="001B7E0E" w:rsidRPr="00454743" w:rsidRDefault="001B7E0E" w:rsidP="001B7E0E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14:paraId="30216D5D" w14:textId="77777777" w:rsidR="001B7E0E" w:rsidRPr="00DD7B14" w:rsidRDefault="001B7E0E" w:rsidP="001B7E0E">
      <w:pPr>
        <w:jc w:val="center"/>
        <w:rPr>
          <w:rFonts w:ascii="Calibri" w:hAnsi="Calibri" w:cs="Calibri"/>
          <w:b/>
          <w:sz w:val="44"/>
          <w:szCs w:val="44"/>
        </w:rPr>
      </w:pPr>
    </w:p>
    <w:p w14:paraId="0D6D4D33" w14:textId="77777777" w:rsidR="001B7E0E" w:rsidRDefault="001B7E0E" w:rsidP="001B7E0E">
      <w:pPr>
        <w:rPr>
          <w:rFonts w:ascii="Calibri" w:hAnsi="Calibri" w:cs="Calibri"/>
          <w:b/>
          <w:sz w:val="44"/>
          <w:szCs w:val="44"/>
        </w:rPr>
      </w:pPr>
    </w:p>
    <w:p w14:paraId="559F97CA" w14:textId="4646AACF" w:rsidR="001B7E0E" w:rsidRDefault="001B7E0E" w:rsidP="001B7E0E">
      <w:pPr>
        <w:jc w:val="both"/>
        <w:rPr>
          <w:rFonts w:ascii="Calibri" w:hAnsi="Calibri" w:cs="Calibri"/>
        </w:rPr>
      </w:pPr>
    </w:p>
    <w:p w14:paraId="20139F04" w14:textId="77777777" w:rsidR="001B7E0E" w:rsidRPr="009A760C" w:rsidRDefault="001B7E0E" w:rsidP="001B7E0E">
      <w:pPr>
        <w:jc w:val="both"/>
        <w:rPr>
          <w:rFonts w:ascii="Calibri" w:hAnsi="Calibri" w:cs="Calibri"/>
        </w:rPr>
      </w:pPr>
    </w:p>
    <w:p w14:paraId="668F03E3" w14:textId="77777777" w:rsidR="001B7E0E" w:rsidRPr="00695B5E" w:rsidRDefault="001B7E0E" w:rsidP="001B7E0E">
      <w:pPr>
        <w:rPr>
          <w:rFonts w:ascii="Calibri" w:hAnsi="Calibri" w:cs="Calibri"/>
          <w:b/>
        </w:rPr>
      </w:pPr>
    </w:p>
    <w:p w14:paraId="1794FDB3" w14:textId="77777777" w:rsidR="001B7E0E" w:rsidRDefault="001B7E0E" w:rsidP="001B7E0E">
      <w:pPr>
        <w:rPr>
          <w:rFonts w:ascii="Calibri" w:hAnsi="Calibri" w:cs="Calibri"/>
          <w:b/>
          <w:sz w:val="44"/>
          <w:szCs w:val="44"/>
        </w:rPr>
      </w:pPr>
    </w:p>
    <w:p w14:paraId="49D57486" w14:textId="77777777" w:rsidR="001B7E0E" w:rsidRPr="00695B5E" w:rsidRDefault="001B7E0E" w:rsidP="001B7E0E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1CE410DF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74680CD5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56C12EB4" w14:textId="77777777" w:rsidR="001B7E0E" w:rsidRDefault="001B7E0E" w:rsidP="001B7E0E">
      <w:pPr>
        <w:jc w:val="both"/>
        <w:rPr>
          <w:rFonts w:ascii="Calibri" w:hAnsi="Calibri" w:cs="Calibri"/>
          <w:lang w:val="en-US"/>
        </w:rPr>
      </w:pPr>
    </w:p>
    <w:p w14:paraId="4C299BD0" w14:textId="77777777" w:rsidR="001B7E0E" w:rsidRDefault="001B7E0E" w:rsidP="001B7E0E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1B7E0E" w:rsidRPr="005F5AF2" w14:paraId="73C57B7B" w14:textId="77777777" w:rsidTr="001B7E0E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734B4E08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5F5AF2">
              <w:rPr>
                <w:rFonts w:asciiTheme="minorHAnsi" w:hAnsiTheme="minorHAnsi" w:cstheme="minorHAnsi"/>
                <w:b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7016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B41D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7983F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88F5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D583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>Termen de realizare</w:t>
            </w:r>
          </w:p>
          <w:p w14:paraId="3902008C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BBB4D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D348B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5AF2">
              <w:rPr>
                <w:rFonts w:asciiTheme="minorHAnsi" w:hAnsiTheme="minorHAnsi" w:cstheme="minorHAnsi"/>
                <w:b/>
                <w:bCs/>
              </w:rPr>
              <w:t>Ținta finala indicator de realizare/ rezultat</w:t>
            </w:r>
          </w:p>
        </w:tc>
      </w:tr>
      <w:tr w:rsidR="001B7E0E" w:rsidRPr="005F5AF2" w14:paraId="5D29E3D9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7A1F065B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1343C7D3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2A559962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30EA132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EEC9A4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Verificarea transmiterii</w:t>
            </w:r>
          </w:p>
          <w:p w14:paraId="75E66B1A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notificării /comunicării de depunere a dosarului de </w:t>
            </w:r>
            <w:proofErr w:type="spellStart"/>
            <w:r w:rsidRPr="005F5AF2">
              <w:rPr>
                <w:rFonts w:asciiTheme="minorHAnsi" w:hAnsiTheme="minorHAnsi" w:cstheme="minorHAnsi"/>
              </w:rPr>
              <w:t>achizitie</w:t>
            </w:r>
            <w:proofErr w:type="spellEnd"/>
            <w:r w:rsidRPr="005F5AF2">
              <w:rPr>
                <w:rFonts w:asciiTheme="minorHAnsi" w:hAnsiTheme="minorHAnsi" w:cstheme="minorHAnsi"/>
              </w:rPr>
              <w:t xml:space="preserve"> în </w:t>
            </w:r>
            <w:proofErr w:type="spellStart"/>
            <w:r w:rsidRPr="005F5AF2">
              <w:rPr>
                <w:rFonts w:asciiTheme="minorHAnsi" w:hAnsiTheme="minorHAnsi" w:cstheme="minorHAnsi"/>
              </w:rPr>
              <w:t>MySMIS</w:t>
            </w:r>
            <w:proofErr w:type="spellEnd"/>
            <w:r w:rsidRPr="005F5AF2">
              <w:rPr>
                <w:rFonts w:asciiTheme="minorHAnsi" w:hAnsiTheme="minorHAnsi" w:cstheme="minorHAnsi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23A7CD3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7777974E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F4889E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7E0E" w:rsidRPr="005F5AF2" w14:paraId="37C93061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2B16DC7E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27158D64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Depunerea la AM PR Centru a dosarului de achiziție aferent contractului de execuție lucrări (cu </w:t>
            </w:r>
            <w:proofErr w:type="spellStart"/>
            <w:r w:rsidRPr="005F5AF2">
              <w:rPr>
                <w:rFonts w:asciiTheme="minorHAnsi" w:hAnsiTheme="minorHAnsi" w:cstheme="minorHAnsi"/>
              </w:rPr>
              <w:t>exceptia</w:t>
            </w:r>
            <w:proofErr w:type="spellEnd"/>
            <w:r w:rsidRPr="005F5AF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F5AF2">
              <w:rPr>
                <w:rFonts w:asciiTheme="minorHAnsi" w:hAnsiTheme="minorHAnsi" w:cstheme="minorHAnsi"/>
              </w:rPr>
              <w:t>situatiei</w:t>
            </w:r>
            <w:proofErr w:type="spellEnd"/>
            <w:r w:rsidRPr="005F5AF2">
              <w:rPr>
                <w:rFonts w:asciiTheme="minorHAnsi" w:hAnsiTheme="minorHAnsi" w:cstheme="minorHAnsi"/>
              </w:rPr>
              <w:t xml:space="preserve"> in care se încheie contract de </w:t>
            </w:r>
            <w:proofErr w:type="spellStart"/>
            <w:r w:rsidRPr="005F5AF2">
              <w:rPr>
                <w:rFonts w:asciiTheme="minorHAnsi" w:hAnsiTheme="minorHAnsi" w:cstheme="minorHAnsi"/>
              </w:rPr>
              <w:t>achizitie</w:t>
            </w:r>
            <w:proofErr w:type="spellEnd"/>
            <w:r w:rsidRPr="005F5AF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F5AF2">
              <w:rPr>
                <w:rFonts w:asciiTheme="minorHAnsi" w:hAnsiTheme="minorHAnsi" w:cstheme="minorHAnsi"/>
              </w:rPr>
              <w:t>PT+executie</w:t>
            </w:r>
            <w:proofErr w:type="spellEnd"/>
            <w:r w:rsidRPr="005F5AF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F5AF2">
              <w:rPr>
                <w:rFonts w:asciiTheme="minorHAnsi" w:hAnsiTheme="minorHAnsi" w:cstheme="minorHAnsi"/>
              </w:rPr>
              <w:t>lucrari</w:t>
            </w:r>
            <w:proofErr w:type="spellEnd"/>
            <w:r w:rsidRPr="005F5AF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162" w:type="dxa"/>
            <w:shd w:val="clear" w:color="auto" w:fill="auto"/>
          </w:tcPr>
          <w:p w14:paraId="00DDF0FA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D724A69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049D82B4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Verificarea transmiterii</w:t>
            </w:r>
          </w:p>
          <w:p w14:paraId="29ABE93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notificării /comunicării de depunere a dosarului de </w:t>
            </w:r>
            <w:proofErr w:type="spellStart"/>
            <w:r w:rsidRPr="005F5AF2">
              <w:rPr>
                <w:rFonts w:asciiTheme="minorHAnsi" w:hAnsiTheme="minorHAnsi" w:cstheme="minorHAnsi"/>
              </w:rPr>
              <w:t>achizitie</w:t>
            </w:r>
            <w:proofErr w:type="spellEnd"/>
            <w:r w:rsidRPr="005F5AF2">
              <w:rPr>
                <w:rFonts w:asciiTheme="minorHAnsi" w:hAnsiTheme="minorHAnsi" w:cstheme="minorHAnsi"/>
              </w:rPr>
              <w:t xml:space="preserve"> în </w:t>
            </w:r>
            <w:proofErr w:type="spellStart"/>
            <w:r w:rsidRPr="005F5AF2">
              <w:rPr>
                <w:rFonts w:asciiTheme="minorHAnsi" w:hAnsiTheme="minorHAnsi" w:cstheme="minorHAnsi"/>
              </w:rPr>
              <w:t>MySMIS</w:t>
            </w:r>
            <w:proofErr w:type="spellEnd"/>
            <w:r w:rsidRPr="005F5AF2">
              <w:rPr>
                <w:rFonts w:asciiTheme="minorHAnsi" w:hAnsiTheme="minorHAnsi" w:cstheme="minorHAnsi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431DC050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Se va completa de către beneficiar, dar nu mai </w:t>
            </w:r>
            <w:proofErr w:type="spellStart"/>
            <w:r w:rsidRPr="005F5AF2">
              <w:rPr>
                <w:rFonts w:asciiTheme="minorHAnsi" w:hAnsiTheme="minorHAnsi" w:cstheme="minorHAnsi"/>
              </w:rPr>
              <w:t>tarziu</w:t>
            </w:r>
            <w:proofErr w:type="spellEnd"/>
            <w:r w:rsidRPr="005F5AF2">
              <w:rPr>
                <w:rFonts w:asciiTheme="minorHAnsi" w:hAnsiTheme="minorHAnsi" w:cstheme="minorHAnsi"/>
              </w:rPr>
              <w:t xml:space="preserve"> de 9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676789C9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A1DE43A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7E0E" w:rsidRPr="005F5AF2" w14:paraId="3B7E2957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3C51D2A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A38B7" w14:textId="77777777" w:rsidR="001B7E0E" w:rsidRPr="005F5AF2" w:rsidRDefault="001B7E0E" w:rsidP="00CE73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Stadiu</w:t>
            </w:r>
          </w:p>
          <w:p w14:paraId="652E903B" w14:textId="77777777" w:rsidR="001B7E0E" w:rsidRPr="005F5AF2" w:rsidRDefault="001B7E0E" w:rsidP="00CE73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financiar de</w:t>
            </w:r>
          </w:p>
          <w:p w14:paraId="466019C6" w14:textId="77777777" w:rsidR="001B7E0E" w:rsidRPr="005F5AF2" w:rsidRDefault="001B7E0E" w:rsidP="00CE73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minim 25% din</w:t>
            </w:r>
          </w:p>
          <w:p w14:paraId="6FC9A1CF" w14:textId="77777777" w:rsidR="001B7E0E" w:rsidRPr="005F5AF2" w:rsidRDefault="001B7E0E" w:rsidP="00CE73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7D15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42386446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086B9C83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3600138" w14:textId="4653022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Se va completa de beneficiar, dar nu mai </w:t>
            </w:r>
            <w:r w:rsidR="00E8252E" w:rsidRPr="005F5AF2">
              <w:rPr>
                <w:rFonts w:asciiTheme="minorHAnsi" w:hAnsiTheme="minorHAnsi" w:cstheme="minorHAnsi"/>
              </w:rPr>
              <w:t>târziu</w:t>
            </w:r>
            <w:r w:rsidRPr="005F5AF2">
              <w:rPr>
                <w:rFonts w:asciiTheme="minorHAnsi" w:hAnsiTheme="minorHAnsi" w:cstheme="minorHAnsi"/>
              </w:rPr>
              <w:t xml:space="preserve"> de 16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351B7A97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A3AC400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7E0E" w:rsidRPr="005F5AF2" w14:paraId="0FCD8130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7204B376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B34C" w14:textId="77777777" w:rsidR="001B7E0E" w:rsidRPr="005F5AF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Stadiu</w:t>
            </w:r>
          </w:p>
          <w:p w14:paraId="0D9C4726" w14:textId="77777777" w:rsidR="001B7E0E" w:rsidRPr="005F5AF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financiar de</w:t>
            </w:r>
          </w:p>
          <w:p w14:paraId="3F623CCB" w14:textId="77777777" w:rsidR="001B7E0E" w:rsidRPr="005F5AF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minim 75% din</w:t>
            </w:r>
          </w:p>
          <w:p w14:paraId="36C3163B" w14:textId="77777777" w:rsidR="001B7E0E" w:rsidRPr="005F5AF2" w:rsidRDefault="001B7E0E" w:rsidP="00CE73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8B125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1AF0BEDF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20D7302E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7A600CE7" w14:textId="347FFF2F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 xml:space="preserve">Se va completa de beneficiar, dar nu mai </w:t>
            </w:r>
            <w:r w:rsidR="00E8252E" w:rsidRPr="005F5AF2">
              <w:rPr>
                <w:rFonts w:asciiTheme="minorHAnsi" w:hAnsiTheme="minorHAnsi" w:cstheme="minorHAnsi"/>
              </w:rPr>
              <w:t>târziu</w:t>
            </w:r>
            <w:r w:rsidRPr="005F5AF2">
              <w:rPr>
                <w:rFonts w:asciiTheme="minorHAnsi" w:hAnsiTheme="minorHAnsi" w:cstheme="minorHAnsi"/>
              </w:rPr>
              <w:t xml:space="preserve"> de 30 luni de la semnarea contractului de finanțare </w:t>
            </w:r>
          </w:p>
        </w:tc>
        <w:tc>
          <w:tcPr>
            <w:tcW w:w="1985" w:type="dxa"/>
            <w:shd w:val="clear" w:color="auto" w:fill="auto"/>
          </w:tcPr>
          <w:p w14:paraId="51DC02F6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06A79C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B7E0E" w:rsidRPr="005F5AF2" w14:paraId="6A91055A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59E1B806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099" w:type="dxa"/>
            <w:shd w:val="clear" w:color="auto" w:fill="auto"/>
          </w:tcPr>
          <w:p w14:paraId="435D9C41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79403224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2ED088B0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spre verificare la AM PR Centru a Raportului de progres final</w:t>
            </w:r>
          </w:p>
          <w:p w14:paraId="11189A49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77E3ADE5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493200D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4B418849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3236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Se va completa de către beneficiar</w:t>
            </w:r>
          </w:p>
        </w:tc>
      </w:tr>
      <w:tr w:rsidR="001B7E0E" w:rsidRPr="005F5AF2" w14:paraId="50E2BA56" w14:textId="77777777" w:rsidTr="001B7E0E">
        <w:trPr>
          <w:jc w:val="center"/>
        </w:trPr>
        <w:tc>
          <w:tcPr>
            <w:tcW w:w="567" w:type="dxa"/>
            <w:shd w:val="clear" w:color="auto" w:fill="auto"/>
          </w:tcPr>
          <w:p w14:paraId="58872F53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2099" w:type="dxa"/>
            <w:shd w:val="clear" w:color="auto" w:fill="auto"/>
          </w:tcPr>
          <w:p w14:paraId="552F76FE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18F4C112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09F9E5E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Depunerea spre verificare la AM PR Centru a Raportului de progres final</w:t>
            </w:r>
          </w:p>
          <w:p w14:paraId="068B32ED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252D591C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57C0502F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07D100CB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2224" w14:textId="77777777" w:rsidR="001B7E0E" w:rsidRPr="005F5AF2" w:rsidRDefault="001B7E0E" w:rsidP="00CE7384">
            <w:pPr>
              <w:jc w:val="both"/>
              <w:rPr>
                <w:rFonts w:asciiTheme="minorHAnsi" w:hAnsiTheme="minorHAnsi" w:cstheme="minorHAnsi"/>
              </w:rPr>
            </w:pPr>
            <w:r w:rsidRPr="005F5AF2">
              <w:rPr>
                <w:rFonts w:asciiTheme="minorHAnsi" w:hAnsiTheme="minorHAnsi" w:cstheme="minorHAnsi"/>
              </w:rPr>
              <w:t>Se va completa de către beneficiar</w:t>
            </w:r>
          </w:p>
        </w:tc>
      </w:tr>
    </w:tbl>
    <w:p w14:paraId="25134771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6FA8777D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2CFCF484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7F3D3A66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6AF66213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091D5909" w14:textId="77777777" w:rsidR="001B7E0E" w:rsidRDefault="001B7E0E" w:rsidP="001B7E0E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</w:t>
      </w:r>
      <w:proofErr w:type="spellStart"/>
      <w:r w:rsidRPr="00B71552">
        <w:rPr>
          <w:rFonts w:ascii="Calibri" w:hAnsi="Calibri" w:cs="Calibri"/>
        </w:rPr>
        <w:t>faţă</w:t>
      </w:r>
      <w:proofErr w:type="spellEnd"/>
      <w:r w:rsidRPr="00B71552">
        <w:rPr>
          <w:rFonts w:ascii="Calibri" w:hAnsi="Calibri" w:cs="Calibri"/>
        </w:rPr>
        <w:t xml:space="preserve">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45ED5190" w14:textId="5DD03002" w:rsidR="001B7E0E" w:rsidRDefault="001B7E0E" w:rsidP="001B7E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</w:t>
      </w:r>
      <w:r w:rsidR="00E8252E" w:rsidRPr="00B71552">
        <w:rPr>
          <w:rFonts w:ascii="Calibri" w:hAnsi="Calibri" w:cs="Calibri"/>
        </w:rPr>
        <w:t>funcție</w:t>
      </w:r>
      <w:r w:rsidRPr="00B71552">
        <w:rPr>
          <w:rFonts w:ascii="Calibri" w:hAnsi="Calibri" w:cs="Calibri"/>
        </w:rPr>
        <w:t xml:space="preserve"> de natura proiectelor, indicatorii de etapă pot reprezenta: </w:t>
      </w:r>
    </w:p>
    <w:p w14:paraId="3C5EC9FE" w14:textId="0E000F86" w:rsidR="001B7E0E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</w:t>
      </w:r>
      <w:r w:rsidR="00E8252E" w:rsidRPr="00B71552">
        <w:rPr>
          <w:rFonts w:ascii="Calibri" w:hAnsi="Calibri" w:cs="Calibri"/>
        </w:rPr>
        <w:t>activități</w:t>
      </w:r>
      <w:r w:rsidRPr="00B71552">
        <w:rPr>
          <w:rFonts w:ascii="Calibri" w:hAnsi="Calibri" w:cs="Calibri"/>
        </w:rPr>
        <w:t xml:space="preserve"> sau </w:t>
      </w:r>
      <w:proofErr w:type="spellStart"/>
      <w:r w:rsidRPr="00B71552">
        <w:rPr>
          <w:rFonts w:ascii="Calibri" w:hAnsi="Calibri" w:cs="Calibri"/>
        </w:rPr>
        <w:t>subactivităţi</w:t>
      </w:r>
      <w:proofErr w:type="spellEnd"/>
      <w:r w:rsidRPr="00B71552">
        <w:rPr>
          <w:rFonts w:ascii="Calibri" w:hAnsi="Calibri" w:cs="Calibri"/>
        </w:rPr>
        <w:t xml:space="preserve"> din proiect, </w:t>
      </w:r>
    </w:p>
    <w:p w14:paraId="1B77F675" w14:textId="77777777" w:rsidR="001B7E0E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atingerea unor stadii de implementare sau de </w:t>
      </w:r>
      <w:proofErr w:type="spellStart"/>
      <w:r w:rsidRPr="00B71552">
        <w:rPr>
          <w:rFonts w:ascii="Calibri" w:hAnsi="Calibri" w:cs="Calibri"/>
        </w:rPr>
        <w:t>execuţie</w:t>
      </w:r>
      <w:proofErr w:type="spellEnd"/>
      <w:r w:rsidRPr="00B71552">
        <w:rPr>
          <w:rFonts w:ascii="Calibri" w:hAnsi="Calibri" w:cs="Calibri"/>
        </w:rPr>
        <w:t xml:space="preserve"> tehnică sau financiară prestabil</w:t>
      </w:r>
      <w:r>
        <w:rPr>
          <w:rFonts w:ascii="Calibri" w:hAnsi="Calibri" w:cs="Calibri"/>
        </w:rPr>
        <w:t>ite</w:t>
      </w:r>
    </w:p>
    <w:p w14:paraId="6436B088" w14:textId="77777777" w:rsidR="001B7E0E" w:rsidRPr="00B71552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211F3CEE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0F6DEC53" w14:textId="77777777" w:rsidR="00E8252E" w:rsidRDefault="00E8252E" w:rsidP="001B7E0E">
      <w:pPr>
        <w:jc w:val="both"/>
        <w:rPr>
          <w:rFonts w:ascii="Calibri" w:hAnsi="Calibri" w:cs="Calibri"/>
        </w:rPr>
      </w:pPr>
    </w:p>
    <w:p w14:paraId="08C360FD" w14:textId="77777777" w:rsidR="00E8252E" w:rsidRDefault="00E8252E" w:rsidP="001B7E0E">
      <w:pPr>
        <w:jc w:val="both"/>
        <w:rPr>
          <w:rFonts w:ascii="Calibri" w:hAnsi="Calibri" w:cs="Calibri"/>
        </w:rPr>
      </w:pPr>
    </w:p>
    <w:p w14:paraId="4671430A" w14:textId="070FEB52" w:rsidR="001B7E0E" w:rsidRDefault="001B7E0E" w:rsidP="001B7E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0225A28A" w14:textId="77777777" w:rsidR="001B7E0E" w:rsidRPr="00E8080E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lastRenderedPageBreak/>
        <w:t>este parte integrantă a contractului de finanţa</w:t>
      </w:r>
      <w:bookmarkStart w:id="0" w:name="_GoBack"/>
      <w:bookmarkEnd w:id="0"/>
      <w:r w:rsidRPr="00E8080E">
        <w:rPr>
          <w:rFonts w:ascii="Calibri" w:hAnsi="Calibri" w:cs="Calibri"/>
        </w:rPr>
        <w:t>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</w:t>
      </w:r>
      <w:proofErr w:type="spellStart"/>
      <w:r w:rsidRPr="00E8080E">
        <w:rPr>
          <w:rFonts w:ascii="Calibri" w:hAnsi="Calibri" w:cs="Calibri"/>
        </w:rPr>
        <w:t>stabiliţi</w:t>
      </w:r>
      <w:proofErr w:type="spellEnd"/>
      <w:r w:rsidRPr="00E8080E">
        <w:rPr>
          <w:rFonts w:ascii="Calibri" w:hAnsi="Calibri" w:cs="Calibri"/>
        </w:rPr>
        <w:t xml:space="preserve"> pentru perioada de implementare a proiectului pe baza cărora se monitorizează şi se evaluează progresul implementării proiectului; </w:t>
      </w:r>
    </w:p>
    <w:p w14:paraId="78D93BAE" w14:textId="77777777" w:rsidR="001B7E0E" w:rsidRPr="00E8080E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</w:t>
      </w:r>
      <w:proofErr w:type="spellStart"/>
      <w:r w:rsidRPr="00E8080E">
        <w:rPr>
          <w:rFonts w:ascii="Calibri" w:hAnsi="Calibri" w:cs="Calibri"/>
        </w:rPr>
        <w:t>ţintelor</w:t>
      </w:r>
      <w:proofErr w:type="spellEnd"/>
      <w:r w:rsidRPr="00E8080E">
        <w:rPr>
          <w:rFonts w:ascii="Calibri" w:hAnsi="Calibri" w:cs="Calibri"/>
        </w:rPr>
        <w:t xml:space="preserve"> finale ale indicatorilor de realizare şi de rezultat care trebuie atinse ca urmare a implementării proiectului, precum şi valorile de bază/de </w:t>
      </w:r>
      <w:proofErr w:type="spellStart"/>
      <w:r w:rsidRPr="00E8080E">
        <w:rPr>
          <w:rFonts w:ascii="Calibri" w:hAnsi="Calibri" w:cs="Calibri"/>
        </w:rPr>
        <w:t>referinţă</w:t>
      </w:r>
      <w:proofErr w:type="spellEnd"/>
      <w:r w:rsidRPr="00E8080E">
        <w:rPr>
          <w:rFonts w:ascii="Calibri" w:hAnsi="Calibri" w:cs="Calibri"/>
        </w:rPr>
        <w:t xml:space="preserve"> ale acestora, dacă există; </w:t>
      </w:r>
    </w:p>
    <w:p w14:paraId="40D38138" w14:textId="77777777" w:rsidR="001B7E0E" w:rsidRPr="00E8080E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utilizarea acestuia are ca finalitate consolidarea şi eficientizarea procesului de monitorizare a proiectelor de către </w:t>
      </w:r>
      <w:proofErr w:type="spellStart"/>
      <w:r w:rsidRPr="00E8080E">
        <w:rPr>
          <w:rFonts w:ascii="Calibri" w:hAnsi="Calibri" w:cs="Calibri"/>
        </w:rPr>
        <w:t>autorităţile</w:t>
      </w:r>
      <w:proofErr w:type="spellEnd"/>
      <w:r w:rsidRPr="00E8080E">
        <w:rPr>
          <w:rFonts w:ascii="Calibri" w:hAnsi="Calibri" w:cs="Calibri"/>
        </w:rPr>
        <w:t xml:space="preserve"> de management</w:t>
      </w:r>
      <w:r>
        <w:rPr>
          <w:rFonts w:ascii="Calibri" w:hAnsi="Calibri" w:cs="Calibri"/>
        </w:rPr>
        <w:t>.</w:t>
      </w:r>
    </w:p>
    <w:p w14:paraId="0D110741" w14:textId="77777777" w:rsidR="001B7E0E" w:rsidRPr="00E8080E" w:rsidRDefault="001B7E0E" w:rsidP="001B7E0E">
      <w:pPr>
        <w:jc w:val="both"/>
        <w:rPr>
          <w:rFonts w:ascii="Calibri" w:hAnsi="Calibri" w:cs="Calibri"/>
        </w:rPr>
      </w:pPr>
    </w:p>
    <w:p w14:paraId="61500E25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573B90DC" w14:textId="77777777" w:rsidR="001B7E0E" w:rsidRPr="00B7289C" w:rsidRDefault="001B7E0E" w:rsidP="001B7E0E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23312596" w14:textId="77777777" w:rsidR="001B7E0E" w:rsidRPr="000F6FA7" w:rsidRDefault="001B7E0E" w:rsidP="001B7E0E">
      <w:pPr>
        <w:shd w:val="clear" w:color="auto" w:fill="FFFFFF"/>
        <w:jc w:val="both"/>
        <w:rPr>
          <w:rFonts w:ascii="Calibri" w:hAnsi="Calibri" w:cs="Calibri"/>
          <w:b/>
        </w:rPr>
      </w:pPr>
    </w:p>
    <w:p w14:paraId="2F7BA0EB" w14:textId="77777777" w:rsidR="001B7E0E" w:rsidRDefault="001B7E0E" w:rsidP="001B7E0E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proofErr w:type="spellStart"/>
      <w:r w:rsidRPr="001A225C">
        <w:rPr>
          <w:rFonts w:ascii="Calibri" w:hAnsi="Calibri" w:cs="Calibri"/>
        </w:rPr>
        <w:t>adiţional</w:t>
      </w:r>
      <w:proofErr w:type="spellEnd"/>
      <w:r w:rsidRPr="001A225C">
        <w:rPr>
          <w:rFonts w:ascii="Calibri" w:hAnsi="Calibri" w:cs="Calibri"/>
        </w:rPr>
        <w:t xml:space="preserve"> la contractul de finanţare.</w:t>
      </w:r>
    </w:p>
    <w:p w14:paraId="34D91E67" w14:textId="77777777" w:rsidR="001B7E0E" w:rsidRPr="00696924" w:rsidRDefault="001B7E0E" w:rsidP="001B7E0E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087036C1" w14:textId="77777777" w:rsidR="001B7E0E" w:rsidRPr="000F6FA7" w:rsidRDefault="001B7E0E" w:rsidP="001B7E0E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3B61FA" w:rsidRDefault="00B94F63" w:rsidP="003B61FA"/>
    <w:sectPr w:rsidR="00B94F63" w:rsidRPr="003B61FA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77EFB" w14:textId="77777777" w:rsidR="00C000F5" w:rsidRDefault="00C000F5">
      <w:r>
        <w:separator/>
      </w:r>
    </w:p>
  </w:endnote>
  <w:endnote w:type="continuationSeparator" w:id="0">
    <w:p w14:paraId="38A50649" w14:textId="77777777" w:rsidR="00C000F5" w:rsidRDefault="00C0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4C213" w14:textId="77777777" w:rsidR="006F3787" w:rsidRDefault="006F37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Footer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Footer"/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3D041" w14:textId="77777777" w:rsidR="006F3787" w:rsidRDefault="006F3787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2910F" w14:textId="77777777" w:rsidR="00C000F5" w:rsidRDefault="00C000F5">
      <w:r>
        <w:separator/>
      </w:r>
    </w:p>
  </w:footnote>
  <w:footnote w:type="continuationSeparator" w:id="0">
    <w:p w14:paraId="3FC5CE7E" w14:textId="77777777" w:rsidR="00C000F5" w:rsidRDefault="00C00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9F79D" w14:textId="77777777" w:rsidR="006F3787" w:rsidRDefault="006F37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80996" w14:textId="50924F4D" w:rsidR="006F3787" w:rsidRPr="00851382" w:rsidRDefault="006F3787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5F5AF2">
      <w:rPr>
        <w:noProof/>
        <w:color w:val="999999"/>
        <w:sz w:val="20"/>
        <w:szCs w:val="20"/>
      </w:rPr>
      <w:t>2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5F5AF2">
      <w:rPr>
        <w:noProof/>
        <w:color w:val="999999"/>
        <w:sz w:val="20"/>
        <w:szCs w:val="20"/>
      </w:rPr>
      <w:t>5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1298" w14:textId="77777777" w:rsidR="006F3787" w:rsidRDefault="006F378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75508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E2E03"/>
    <w:rsid w:val="00474F02"/>
    <w:rsid w:val="004856FF"/>
    <w:rsid w:val="0049229A"/>
    <w:rsid w:val="004B1FDB"/>
    <w:rsid w:val="00523BEA"/>
    <w:rsid w:val="00586EAF"/>
    <w:rsid w:val="005A6B00"/>
    <w:rsid w:val="005C21C9"/>
    <w:rsid w:val="005C7AFF"/>
    <w:rsid w:val="005E3BF4"/>
    <w:rsid w:val="005F5AF2"/>
    <w:rsid w:val="00634D63"/>
    <w:rsid w:val="00643AC4"/>
    <w:rsid w:val="006B79B9"/>
    <w:rsid w:val="006D5FC5"/>
    <w:rsid w:val="006F3787"/>
    <w:rsid w:val="0070704A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26EB5"/>
    <w:rsid w:val="00B3488E"/>
    <w:rsid w:val="00B77B68"/>
    <w:rsid w:val="00B86D76"/>
    <w:rsid w:val="00B94F63"/>
    <w:rsid w:val="00BD3175"/>
    <w:rsid w:val="00BF316A"/>
    <w:rsid w:val="00C000F5"/>
    <w:rsid w:val="00C05C7A"/>
    <w:rsid w:val="00C24D62"/>
    <w:rsid w:val="00C77D43"/>
    <w:rsid w:val="00C82AD1"/>
    <w:rsid w:val="00CC6C98"/>
    <w:rsid w:val="00D22014"/>
    <w:rsid w:val="00D94812"/>
    <w:rsid w:val="00DC52D2"/>
    <w:rsid w:val="00E753B1"/>
    <w:rsid w:val="00E8252E"/>
    <w:rsid w:val="00EF6CD7"/>
    <w:rsid w:val="00F12E7F"/>
    <w:rsid w:val="00F32CDA"/>
    <w:rsid w:val="00F35118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BodyText3">
    <w:name w:val="Body Text 3"/>
    <w:basedOn w:val="Normal"/>
    <w:link w:val="BodyText3Cha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FB009-507D-4841-A554-3421614B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</TotalTime>
  <Pages>5</Pages>
  <Words>687</Words>
  <Characters>4199</Characters>
  <Application>Microsoft Office Word</Application>
  <DocSecurity>0</DocSecurity>
  <Lines>34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4877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2023-05-29T06:12:00Z</cp:lastPrinted>
  <dcterms:created xsi:type="dcterms:W3CDTF">2023-07-07T10:55:00Z</dcterms:created>
  <dcterms:modified xsi:type="dcterms:W3CDTF">2023-07-13T10:30:00Z</dcterms:modified>
</cp:coreProperties>
</file>